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611BF8">
        <w:trPr>
          <w:trHeight w:val="228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000000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62pt;height:63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79201195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611BF8">
        <w:trPr>
          <w:trHeight w:val="250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54C8A685" w:rsidR="00053988" w:rsidRPr="00922484" w:rsidRDefault="000833AB" w:rsidP="00FE0430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FE0430">
              <w:rPr>
                <w:b/>
                <w:bCs/>
                <w:lang w:val="ru-RU"/>
              </w:rPr>
              <w:t>3</w:t>
            </w:r>
          </w:p>
        </w:tc>
      </w:tr>
      <w:tr w:rsidR="00053988" w:rsidRPr="00E70B40" w14:paraId="765E600F" w14:textId="77777777" w:rsidTr="00611BF8">
        <w:trPr>
          <w:trHeight w:val="154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1BA45AA1" w:rsidR="00053988" w:rsidRPr="009D2C37" w:rsidRDefault="00922484" w:rsidP="00515D95">
            <w:pPr>
              <w:rPr>
                <w:lang w:val="en-GB"/>
              </w:rPr>
            </w:pPr>
            <w:r>
              <w:rPr>
                <w:lang w:val="ru-RU"/>
              </w:rPr>
              <w:t>05.07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611BF8">
        <w:trPr>
          <w:trHeight w:val="20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5EB09E43" w:rsidR="00053988" w:rsidRPr="009D2C37" w:rsidRDefault="00922484" w:rsidP="00417466">
            <w:pPr>
              <w:rPr>
                <w:lang w:val="en-GB"/>
              </w:rPr>
            </w:pPr>
            <w:r>
              <w:rPr>
                <w:lang w:val="ru-RU"/>
              </w:rPr>
              <w:t>07.07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757326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62E03341" w:rsidR="005D7075" w:rsidRPr="009D2C37" w:rsidRDefault="00201DC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Report to: </w:t>
            </w:r>
            <w:r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Rolf Oerter,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Distr. </w:t>
            </w:r>
            <w:r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Cust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  <w:r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Support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Mgr. </w:t>
            </w:r>
            <w:r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Tel: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+49 1761-5807-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US"/>
              </w:rPr>
              <w:t>737</w:t>
            </w:r>
            <w:r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  email</w:t>
            </w:r>
            <w:proofErr w:type="gramEnd"/>
            <w:r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hyperlink r:id="rId8" w:history="1">
              <w:r w:rsidRPr="005967E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roerter@dgs-mainz.com</w:t>
              </w:r>
            </w:hyperlink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757326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KeinLeerraum"/>
              <w:rPr>
                <w:sz w:val="20"/>
                <w:szCs w:val="20"/>
                <w:lang w:val="en-US"/>
              </w:rPr>
            </w:pPr>
            <w:proofErr w:type="gram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1320,Marketing</w:t>
            </w:r>
            <w:proofErr w:type="gram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611BF8">
              <w:rPr>
                <w:bCs/>
                <w:sz w:val="20"/>
                <w:szCs w:val="20"/>
                <w:lang w:val="en-US"/>
              </w:rPr>
              <w:t xml:space="preserve">Yangi </w:t>
            </w:r>
            <w:proofErr w:type="spellStart"/>
            <w:r w:rsidRPr="00611BF8">
              <w:rPr>
                <w:bCs/>
                <w:sz w:val="20"/>
                <w:szCs w:val="20"/>
                <w:lang w:val="en-US"/>
              </w:rPr>
              <w:t>Hayot</w:t>
            </w:r>
            <w:proofErr w:type="spellEnd"/>
            <w:r w:rsidRPr="00611BF8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611BF8">
              <w:rPr>
                <w:bCs/>
                <w:sz w:val="20"/>
                <w:szCs w:val="20"/>
                <w:lang w:val="en-US"/>
              </w:rPr>
              <w:t>district,  Novaya</w:t>
            </w:r>
            <w:proofErr w:type="gramEnd"/>
            <w:r w:rsidRPr="00611BF8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1BF8">
              <w:rPr>
                <w:bCs/>
                <w:sz w:val="20"/>
                <w:szCs w:val="20"/>
                <w:lang w:val="en-US"/>
              </w:rPr>
              <w:t>Tashkentskaya</w:t>
            </w:r>
            <w:proofErr w:type="spellEnd"/>
            <w:r w:rsidRPr="00611BF8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1BF8">
              <w:rPr>
                <w:bCs/>
                <w:sz w:val="20"/>
                <w:szCs w:val="20"/>
                <w:lang w:val="en-US"/>
              </w:rPr>
              <w:t>Koltsevaya</w:t>
            </w:r>
            <w:proofErr w:type="spellEnd"/>
            <w:r w:rsidRPr="00611BF8">
              <w:rPr>
                <w:bCs/>
                <w:sz w:val="20"/>
                <w:szCs w:val="20"/>
                <w:lang w:val="en-US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611BF8">
        <w:trPr>
          <w:cantSplit/>
          <w:trHeight w:val="38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1A16E9CD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922484">
              <w:rPr>
                <w:sz w:val="20"/>
                <w:szCs w:val="20"/>
                <w:lang w:val="ru-RU"/>
              </w:rPr>
              <w:t>07.07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042673DF" w:rsidR="00CF0C2E" w:rsidRPr="00CF09D9" w:rsidRDefault="00CF09D9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CF09D9">
              <w:rPr>
                <w:b/>
                <w:bCs/>
                <w:lang w:val="en-GB"/>
              </w:rPr>
              <w:t>AT0592193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5C4E6DA5" w:rsidR="00CF0C2E" w:rsidRPr="009D2C37" w:rsidRDefault="00922484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29.06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34D1239B" w:rsidR="00CF0C2E" w:rsidRPr="009D2C37" w:rsidRDefault="00922484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922484">
              <w:rPr>
                <w:sz w:val="20"/>
                <w:szCs w:val="20"/>
                <w:lang w:val="en-US"/>
              </w:rPr>
              <w:t>6511866000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proofErr w:type="gramStart"/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</w:t>
            </w:r>
            <w:proofErr w:type="gramEnd"/>
            <w:r w:rsidRPr="009D2C37">
              <w:rPr>
                <w:b/>
                <w:sz w:val="18"/>
                <w:szCs w:val="18"/>
                <w:lang w:val="en-GB"/>
              </w:rPr>
              <w:t>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7829173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</w:t>
            </w:r>
            <w:r w:rsidR="00611BF8">
              <w:rPr>
                <w:b/>
                <w:bCs/>
                <w:sz w:val="18"/>
                <w:szCs w:val="18"/>
                <w:lang w:val="en-GB"/>
              </w:rPr>
              <w:t xml:space="preserve">. 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Co</w:t>
            </w:r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3C548EF8" w:rsidR="00CF0C2E" w:rsidRPr="009D2C37" w:rsidRDefault="00611BF8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BU02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35AECF6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</w:t>
            </w:r>
            <w:r w:rsidR="00611BF8">
              <w:rPr>
                <w:b/>
                <w:bCs/>
                <w:sz w:val="18"/>
                <w:szCs w:val="18"/>
                <w:lang w:val="en-GB"/>
              </w:rPr>
              <w:t>, VIN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3E310BD3" w:rsidR="00CF0C2E" w:rsidRPr="009D2C37" w:rsidRDefault="00611BF8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22484">
              <w:rPr>
                <w:sz w:val="20"/>
                <w:szCs w:val="20"/>
                <w:lang w:val="en-GB"/>
              </w:rPr>
              <w:t>LZYTMGEF3P1003146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4A2CF52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proofErr w:type="gramStart"/>
            <w:r w:rsidRPr="009D2C37">
              <w:rPr>
                <w:b/>
                <w:sz w:val="18"/>
                <w:szCs w:val="18"/>
                <w:lang w:val="en-GB"/>
              </w:rPr>
              <w:t>Regi</w:t>
            </w:r>
            <w:r w:rsidR="00611BF8">
              <w:rPr>
                <w:b/>
                <w:sz w:val="18"/>
                <w:szCs w:val="18"/>
                <w:lang w:val="en-GB"/>
              </w:rPr>
              <w:t>.</w:t>
            </w:r>
            <w:r w:rsidRPr="009D2C37">
              <w:rPr>
                <w:b/>
                <w:sz w:val="18"/>
                <w:szCs w:val="18"/>
                <w:lang w:val="en-GB"/>
              </w:rPr>
              <w:t>.</w:t>
            </w:r>
            <w:proofErr w:type="gramEnd"/>
            <w:r w:rsidRPr="009D2C37">
              <w:rPr>
                <w:b/>
                <w:sz w:val="18"/>
                <w:szCs w:val="18"/>
                <w:lang w:val="en-GB"/>
              </w:rPr>
              <w:t>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ru-RU"/>
              </w:rPr>
              <w:t>Inte</w:t>
            </w:r>
            <w:proofErr w:type="spellStart"/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014E4FFD" w:rsidR="00CF0C2E" w:rsidRPr="009D2C37" w:rsidRDefault="00611BF8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23.04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24F874E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5DE4B92F" w:rsidR="00CF0C2E" w:rsidRPr="009D2C37" w:rsidRDefault="0092248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40241</w:t>
            </w:r>
          </w:p>
        </w:tc>
      </w:tr>
      <w:tr w:rsidR="00CF0C2E" w:rsidRPr="00757326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  <w:proofErr w:type="gramEnd"/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52BB9F78" w:rsidR="00CF0C2E" w:rsidRPr="009D2C37" w:rsidRDefault="0080720D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Machine</w:t>
            </w: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757326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r w:rsidR="009D2C37" w:rsidRPr="00611BF8">
              <w:rPr>
                <w:b/>
                <w:bCs/>
                <w:sz w:val="20"/>
                <w:szCs w:val="20"/>
                <w:lang w:val="en-US"/>
              </w:rPr>
              <w:t>ork performed</w:t>
            </w:r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22484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0005C11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232E308F" w:rsidR="008C5B3D" w:rsidRPr="00922484" w:rsidRDefault="006D797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--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km if company 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101CD446" w:rsidR="008C5B3D" w:rsidRPr="0080720D" w:rsidRDefault="006D797D" w:rsidP="008C5B3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--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688B5A8D" w:rsidR="008C5B3D" w:rsidRPr="009D2C37" w:rsidRDefault="0080720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  <w:lang w:val="en-GB"/>
              </w:rPr>
              <w:t>2</w:t>
            </w:r>
            <w:r w:rsidRPr="00E22A4F">
              <w:rPr>
                <w:rFonts w:ascii="Arial" w:hAnsi="Arial" w:cs="Arial"/>
                <w:sz w:val="16"/>
                <w:szCs w:val="16"/>
                <w:highlight w:val="yellow"/>
                <w:lang w:val="en-GB"/>
              </w:rPr>
              <w:t>9563171</w:t>
            </w: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Labor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1220A6CD" w:rsidR="008C5B3D" w:rsidRPr="009D2C37" w:rsidRDefault="00922484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07.07.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0720D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80720D" w:rsidRPr="0080720D" w:rsidRDefault="0080720D" w:rsidP="0080720D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80720D">
              <w:rPr>
                <w:b/>
                <w:sz w:val="16"/>
                <w:szCs w:val="16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03149838" w:rsidR="0080720D" w:rsidRPr="009D2C37" w:rsidRDefault="0080720D" w:rsidP="0080720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E22A4F">
              <w:rPr>
                <w:rFonts w:ascii="Arial" w:hAnsi="Arial" w:cs="Arial"/>
                <w:sz w:val="16"/>
                <w:szCs w:val="16"/>
                <w:highlight w:val="yellow"/>
                <w:lang w:val="en-GB"/>
              </w:rPr>
              <w:t>OL06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r w:rsidRPr="00E22A4F">
              <w:rPr>
                <w:rFonts w:ascii="Arial" w:hAnsi="Arial" w:cs="Arial"/>
                <w:sz w:val="16"/>
                <w:szCs w:val="16"/>
                <w:highlight w:val="yellow"/>
                <w:lang w:val="en-GB"/>
              </w:rPr>
              <w:t>oil leak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B88F29F" w:rsidR="0080720D" w:rsidRPr="009D2C37" w:rsidRDefault="0080720D" w:rsidP="0080720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6FD07103" w:rsidR="0080720D" w:rsidRPr="009D2C37" w:rsidRDefault="0080720D" w:rsidP="0080720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E22A4F">
              <w:rPr>
                <w:rFonts w:ascii="Arial" w:hAnsi="Arial" w:cs="Arial"/>
                <w:sz w:val="16"/>
                <w:szCs w:val="16"/>
                <w:highlight w:val="yellow"/>
                <w:lang w:val="en-GB"/>
              </w:rPr>
              <w:t>AD04, collapsed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80720D" w:rsidRPr="009D2C37" w:rsidRDefault="0080720D" w:rsidP="0080720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80720D" w:rsidRPr="009D2C37" w:rsidRDefault="0080720D" w:rsidP="0080720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0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0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1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1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5C1DE694" w:rsidR="00DB257A" w:rsidRPr="00922484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2" w:name="_Hlk152669111"/>
      <w:r w:rsidRPr="009D2C37">
        <w:rPr>
          <w:b/>
          <w:sz w:val="20"/>
          <w:szCs w:val="20"/>
          <w:lang w:val="en-US"/>
        </w:rPr>
        <w:lastRenderedPageBreak/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2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611BF8">
        <w:rPr>
          <w:lang w:val="en-US"/>
        </w:rPr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922484" w:rsidRPr="00611BF8">
        <w:rPr>
          <w:lang w:val="en-US"/>
        </w:rPr>
        <w:t xml:space="preserve"> </w:t>
      </w:r>
      <w:r w:rsidR="00922484" w:rsidRPr="00922484">
        <w:rPr>
          <w:b/>
          <w:sz w:val="20"/>
          <w:szCs w:val="20"/>
          <w:lang w:val="en-US"/>
        </w:rPr>
        <w:t>Replacing the hydraulic accumulator - Removal and installation.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3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3"/>
    <w:p w14:paraId="1ED9D999" w14:textId="77777777" w:rsidR="008704D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679E457C" w14:textId="77777777" w:rsidR="006970ED" w:rsidRPr="009D2C37" w:rsidRDefault="006970E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7E4C732C" w14:textId="77777777" w:rsidR="004A02EC" w:rsidRDefault="004A02EC" w:rsidP="004A02EC">
      <w:pPr>
        <w:rPr>
          <w:sz w:val="20"/>
          <w:szCs w:val="20"/>
          <w:lang w:val="en-US"/>
        </w:rPr>
      </w:pPr>
    </w:p>
    <w:tbl>
      <w:tblPr>
        <w:tblW w:w="87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1134"/>
        <w:gridCol w:w="1134"/>
      </w:tblGrid>
      <w:tr w:rsidR="006970ED" w:rsidRPr="00912D3B" w14:paraId="4E76C2B3" w14:textId="77777777" w:rsidTr="006970ED">
        <w:tc>
          <w:tcPr>
            <w:tcW w:w="1418" w:type="dxa"/>
            <w:shd w:val="clear" w:color="auto" w:fill="auto"/>
          </w:tcPr>
          <w:p w14:paraId="693B1F3A" w14:textId="77777777" w:rsidR="006970ED" w:rsidRPr="00912D3B" w:rsidRDefault="006970ED" w:rsidP="00BC52F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03" w:type="dxa"/>
            <w:shd w:val="clear" w:color="auto" w:fill="auto"/>
          </w:tcPr>
          <w:p w14:paraId="1C29D75A" w14:textId="77777777" w:rsidR="006970ED" w:rsidRPr="00912D3B" w:rsidRDefault="006970ED" w:rsidP="00BC52F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0C376506" w14:textId="77777777" w:rsidR="006970ED" w:rsidRPr="00912D3B" w:rsidRDefault="006970ED" w:rsidP="00BC52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34" w:type="dxa"/>
            <w:shd w:val="clear" w:color="auto" w:fill="auto"/>
          </w:tcPr>
          <w:p w14:paraId="442B5C0A" w14:textId="77777777" w:rsidR="006970ED" w:rsidRPr="00912D3B" w:rsidRDefault="006970ED" w:rsidP="00BC52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</w:p>
        </w:tc>
      </w:tr>
      <w:tr w:rsidR="006970ED" w:rsidRPr="003B2495" w14:paraId="34CBF67D" w14:textId="77777777" w:rsidTr="006970ED">
        <w:tc>
          <w:tcPr>
            <w:tcW w:w="1418" w:type="dxa"/>
            <w:shd w:val="clear" w:color="auto" w:fill="auto"/>
          </w:tcPr>
          <w:p w14:paraId="3D18296A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21558"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5103" w:type="dxa"/>
            <w:shd w:val="clear" w:color="auto" w:fill="auto"/>
          </w:tcPr>
          <w:p w14:paraId="62F99FEC" w14:textId="77777777" w:rsidR="006970ED" w:rsidRPr="00912D3B" w:rsidRDefault="006970ED" w:rsidP="00BC52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Troubleshooing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and diagnostics</w:t>
            </w:r>
          </w:p>
        </w:tc>
        <w:tc>
          <w:tcPr>
            <w:tcW w:w="1134" w:type="dxa"/>
            <w:shd w:val="clear" w:color="auto" w:fill="auto"/>
          </w:tcPr>
          <w:p w14:paraId="1D790777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14:paraId="472014D4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6970ED" w:rsidRPr="00E21558" w14:paraId="5D38473D" w14:textId="77777777" w:rsidTr="006970ED">
        <w:tc>
          <w:tcPr>
            <w:tcW w:w="1418" w:type="dxa"/>
            <w:shd w:val="clear" w:color="auto" w:fill="auto"/>
          </w:tcPr>
          <w:p w14:paraId="0FBBDB5A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00094011</w:t>
            </w:r>
          </w:p>
        </w:tc>
        <w:tc>
          <w:tcPr>
            <w:tcW w:w="5103" w:type="dxa"/>
            <w:shd w:val="clear" w:color="auto" w:fill="auto"/>
          </w:tcPr>
          <w:p w14:paraId="34DAB92E" w14:textId="77777777" w:rsidR="006970ED" w:rsidRPr="00912D3B" w:rsidRDefault="006970ED" w:rsidP="00BC52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R&amp;R underfloor-protection-plate and inner floor plates for access to transmission</w:t>
            </w:r>
          </w:p>
        </w:tc>
        <w:tc>
          <w:tcPr>
            <w:tcW w:w="1134" w:type="dxa"/>
            <w:shd w:val="clear" w:color="auto" w:fill="auto"/>
          </w:tcPr>
          <w:p w14:paraId="45FED701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14:paraId="5C8B0B2B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6970ED" w:rsidRPr="00E21558" w14:paraId="6A312F37" w14:textId="77777777" w:rsidTr="006970ED">
        <w:tc>
          <w:tcPr>
            <w:tcW w:w="1418" w:type="dxa"/>
            <w:shd w:val="clear" w:color="auto" w:fill="auto"/>
          </w:tcPr>
          <w:p w14:paraId="5311C819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00096900</w:t>
            </w:r>
          </w:p>
        </w:tc>
        <w:tc>
          <w:tcPr>
            <w:tcW w:w="5103" w:type="dxa"/>
            <w:shd w:val="clear" w:color="auto" w:fill="auto"/>
          </w:tcPr>
          <w:p w14:paraId="6C365839" w14:textId="2EDB51F4" w:rsidR="006970ED" w:rsidRPr="00912D3B" w:rsidRDefault="006970ED" w:rsidP="00BC52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R&amp;R Retarder Accumulator </w:t>
            </w:r>
          </w:p>
        </w:tc>
        <w:tc>
          <w:tcPr>
            <w:tcW w:w="1134" w:type="dxa"/>
            <w:shd w:val="clear" w:color="auto" w:fill="auto"/>
          </w:tcPr>
          <w:p w14:paraId="7BE3672F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DFA663E" w14:textId="7B1216EB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</w:tr>
      <w:tr w:rsidR="006970ED" w:rsidRPr="003B2495" w14:paraId="339950EC" w14:textId="77777777" w:rsidTr="006970ED">
        <w:tc>
          <w:tcPr>
            <w:tcW w:w="1418" w:type="dxa"/>
            <w:shd w:val="clear" w:color="auto" w:fill="auto"/>
          </w:tcPr>
          <w:p w14:paraId="7BED30E3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00095301</w:t>
            </w:r>
          </w:p>
        </w:tc>
        <w:tc>
          <w:tcPr>
            <w:tcW w:w="5103" w:type="dxa"/>
            <w:shd w:val="clear" w:color="auto" w:fill="auto"/>
          </w:tcPr>
          <w:p w14:paraId="5579617C" w14:textId="77777777" w:rsidR="006970ED" w:rsidRPr="00912D3B" w:rsidRDefault="006970ED" w:rsidP="00BC52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Accumulator Overhaul</w:t>
            </w:r>
          </w:p>
        </w:tc>
        <w:tc>
          <w:tcPr>
            <w:tcW w:w="1134" w:type="dxa"/>
            <w:shd w:val="clear" w:color="auto" w:fill="auto"/>
          </w:tcPr>
          <w:p w14:paraId="2C9DB6FA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0,3</w:t>
            </w:r>
          </w:p>
        </w:tc>
        <w:tc>
          <w:tcPr>
            <w:tcW w:w="1134" w:type="dxa"/>
            <w:shd w:val="clear" w:color="auto" w:fill="auto"/>
          </w:tcPr>
          <w:p w14:paraId="398161FF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0,3</w:t>
            </w:r>
          </w:p>
        </w:tc>
      </w:tr>
      <w:tr w:rsidR="006970ED" w:rsidRPr="00BC0A7A" w14:paraId="5C7A4CA5" w14:textId="77777777" w:rsidTr="006970ED">
        <w:tc>
          <w:tcPr>
            <w:tcW w:w="1418" w:type="dxa"/>
            <w:shd w:val="clear" w:color="auto" w:fill="auto"/>
          </w:tcPr>
          <w:p w14:paraId="1BC24D0C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00096400</w:t>
            </w:r>
          </w:p>
        </w:tc>
        <w:tc>
          <w:tcPr>
            <w:tcW w:w="5103" w:type="dxa"/>
            <w:shd w:val="clear" w:color="auto" w:fill="auto"/>
          </w:tcPr>
          <w:p w14:paraId="08127AA3" w14:textId="77777777" w:rsidR="006970ED" w:rsidRPr="00912D3B" w:rsidRDefault="006970ED" w:rsidP="00BC52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Final Test drive for leak-test</w:t>
            </w:r>
          </w:p>
        </w:tc>
        <w:tc>
          <w:tcPr>
            <w:tcW w:w="1134" w:type="dxa"/>
            <w:shd w:val="clear" w:color="auto" w:fill="auto"/>
          </w:tcPr>
          <w:p w14:paraId="47F7784F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7BCF5845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</w:tr>
      <w:tr w:rsidR="006970ED" w:rsidRPr="00BC0A7A" w14:paraId="4CB8DE28" w14:textId="77777777" w:rsidTr="006970ED">
        <w:tc>
          <w:tcPr>
            <w:tcW w:w="1418" w:type="dxa"/>
            <w:shd w:val="clear" w:color="auto" w:fill="auto"/>
          </w:tcPr>
          <w:p w14:paraId="5ADB4043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shd w:val="clear" w:color="auto" w:fill="auto"/>
          </w:tcPr>
          <w:p w14:paraId="283D40E1" w14:textId="77777777" w:rsidR="006970ED" w:rsidRPr="00912D3B" w:rsidRDefault="006970ED" w:rsidP="00BC52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0EEB8DA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136571D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970ED" w:rsidRPr="00BC0A7A" w14:paraId="4F2CCD12" w14:textId="77777777" w:rsidTr="006970ED">
        <w:tc>
          <w:tcPr>
            <w:tcW w:w="1418" w:type="dxa"/>
            <w:shd w:val="clear" w:color="auto" w:fill="auto"/>
          </w:tcPr>
          <w:p w14:paraId="6B2F90A7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shd w:val="clear" w:color="auto" w:fill="auto"/>
          </w:tcPr>
          <w:p w14:paraId="1ACD34A1" w14:textId="77777777" w:rsidR="006970ED" w:rsidRPr="00C03CA8" w:rsidRDefault="006970ED" w:rsidP="00BC5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03C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 labor hours</w:t>
            </w:r>
          </w:p>
        </w:tc>
        <w:tc>
          <w:tcPr>
            <w:tcW w:w="1134" w:type="dxa"/>
            <w:shd w:val="clear" w:color="auto" w:fill="auto"/>
          </w:tcPr>
          <w:p w14:paraId="4D68D5EF" w14:textId="77777777" w:rsidR="006970ED" w:rsidRPr="00912D3B" w:rsidRDefault="006970ED" w:rsidP="00BC52F0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9E41CAC" w14:textId="055B37A8" w:rsidR="006970ED" w:rsidRPr="00C03CA8" w:rsidRDefault="006970ED" w:rsidP="00BC52F0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3,3</w:t>
            </w:r>
          </w:p>
        </w:tc>
      </w:tr>
    </w:tbl>
    <w:p w14:paraId="282BFBF0" w14:textId="77777777" w:rsidR="006970ED" w:rsidRDefault="006970ED" w:rsidP="004A02EC">
      <w:pPr>
        <w:rPr>
          <w:sz w:val="20"/>
          <w:szCs w:val="20"/>
          <w:lang w:val="en-US"/>
        </w:rPr>
      </w:pPr>
    </w:p>
    <w:p w14:paraId="7D88192F" w14:textId="77777777" w:rsidR="006970ED" w:rsidRPr="009D2C37" w:rsidRDefault="006970ED" w:rsidP="004A02EC">
      <w:pPr>
        <w:rPr>
          <w:sz w:val="20"/>
          <w:szCs w:val="20"/>
          <w:lang w:val="en-US"/>
        </w:rPr>
      </w:pPr>
    </w:p>
    <w:tbl>
      <w:tblPr>
        <w:tblW w:w="87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039"/>
      </w:tblGrid>
      <w:tr w:rsidR="008C5B3D" w:rsidRPr="009D2C37" w14:paraId="1E045277" w14:textId="77777777" w:rsidTr="00922484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Standard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Part Desc</w:t>
            </w:r>
            <w:proofErr w:type="spellStart"/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039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1C1029" w:rsidRPr="009D2C37" w14:paraId="6CD84A30" w14:textId="77777777" w:rsidTr="00922484">
        <w:tc>
          <w:tcPr>
            <w:tcW w:w="1418" w:type="dxa"/>
          </w:tcPr>
          <w:p w14:paraId="26DC5016" w14:textId="4B3D3C4A" w:rsidR="001C1029" w:rsidRPr="009D2C37" w:rsidRDefault="001C1029" w:rsidP="001C1029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29563811 </w:t>
            </w:r>
          </w:p>
        </w:tc>
        <w:tc>
          <w:tcPr>
            <w:tcW w:w="6332" w:type="dxa"/>
            <w:vAlign w:val="center"/>
          </w:tcPr>
          <w:p w14:paraId="6CF91FF3" w14:textId="073ECFC2" w:rsidR="001C1029" w:rsidRPr="009D2C37" w:rsidRDefault="001C1029" w:rsidP="001C1029">
            <w:pPr>
              <w:pStyle w:val="StandardWeb"/>
              <w:rPr>
                <w:sz w:val="20"/>
                <w:szCs w:val="20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Seals kit for accumulator.</w:t>
            </w:r>
          </w:p>
        </w:tc>
        <w:tc>
          <w:tcPr>
            <w:tcW w:w="1039" w:type="dxa"/>
            <w:vAlign w:val="center"/>
          </w:tcPr>
          <w:p w14:paraId="2C4BA3D1" w14:textId="0FB4F609" w:rsidR="001C1029" w:rsidRPr="009D2C37" w:rsidRDefault="001C1029" w:rsidP="001C1029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1C1029" w:rsidRPr="009D2C37" w14:paraId="05B2AF78" w14:textId="77777777" w:rsidTr="00922484">
        <w:tc>
          <w:tcPr>
            <w:tcW w:w="1418" w:type="dxa"/>
          </w:tcPr>
          <w:p w14:paraId="40A2F54B" w14:textId="77777777" w:rsidR="001C1029" w:rsidRPr="009D2C37" w:rsidRDefault="001C1029" w:rsidP="001C1029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1C1029" w:rsidRPr="009D2C37" w:rsidRDefault="001C1029" w:rsidP="001C1029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14:paraId="615B46A9" w14:textId="6ED81D1F" w:rsidR="001C1029" w:rsidRPr="009D2C37" w:rsidRDefault="001C1029" w:rsidP="001C1029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1C1029" w:rsidRPr="009D2C37" w14:paraId="46BD5476" w14:textId="77777777" w:rsidTr="00922484">
        <w:tc>
          <w:tcPr>
            <w:tcW w:w="1418" w:type="dxa"/>
          </w:tcPr>
          <w:p w14:paraId="33023B8D" w14:textId="77777777" w:rsidR="001C1029" w:rsidRPr="009D2C37" w:rsidRDefault="001C1029" w:rsidP="001C1029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1C1029" w:rsidRPr="009D2C37" w:rsidRDefault="001C1029" w:rsidP="001C1029">
            <w:pPr>
              <w:pStyle w:val="StandardWeb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14:paraId="38E1BA85" w14:textId="77777777" w:rsidR="001C1029" w:rsidRPr="009D2C37" w:rsidRDefault="001C1029" w:rsidP="001C1029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Gross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1C1029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4A5CAC8E" w:rsidR="001C1029" w:rsidRPr="009D2C37" w:rsidRDefault="001C1029" w:rsidP="001C1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-M.-</w:t>
            </w:r>
          </w:p>
        </w:tc>
        <w:tc>
          <w:tcPr>
            <w:tcW w:w="4725" w:type="dxa"/>
            <w:shd w:val="clear" w:color="auto" w:fill="auto"/>
          </w:tcPr>
          <w:p w14:paraId="2CDE434D" w14:textId="204E87C8" w:rsidR="001C1029" w:rsidRPr="009D2C37" w:rsidRDefault="001C1029" w:rsidP="001C1029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Liters TES668 fluid</w:t>
            </w:r>
          </w:p>
        </w:tc>
        <w:tc>
          <w:tcPr>
            <w:tcW w:w="1265" w:type="dxa"/>
            <w:shd w:val="clear" w:color="auto" w:fill="auto"/>
          </w:tcPr>
          <w:p w14:paraId="65C8AD2C" w14:textId="77777777" w:rsidR="001C1029" w:rsidRPr="009D2C37" w:rsidRDefault="001C1029" w:rsidP="001C1029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1C1029" w:rsidRPr="009D2C37" w:rsidRDefault="001C1029" w:rsidP="001C1029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1C1029" w:rsidRPr="009D2C37" w:rsidRDefault="001C1029" w:rsidP="001C1029">
            <w:pPr>
              <w:rPr>
                <w:sz w:val="20"/>
                <w:szCs w:val="20"/>
              </w:rPr>
            </w:pPr>
          </w:p>
        </w:tc>
      </w:tr>
      <w:tr w:rsidR="001C1029" w:rsidRPr="00757326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68E3200" w:rsidR="001C1029" w:rsidRPr="009D2C37" w:rsidRDefault="001C1029" w:rsidP="001C1029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-X-</w:t>
            </w:r>
          </w:p>
        </w:tc>
        <w:tc>
          <w:tcPr>
            <w:tcW w:w="4725" w:type="dxa"/>
            <w:shd w:val="clear" w:color="auto" w:fill="auto"/>
          </w:tcPr>
          <w:p w14:paraId="5213D656" w14:textId="48212BC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  <w:r w:rsidRPr="00946752">
              <w:rPr>
                <w:rFonts w:ascii="Arial" w:hAnsi="Arial" w:cs="Arial"/>
                <w:sz w:val="20"/>
                <w:szCs w:val="20"/>
                <w:lang w:val="en-US"/>
              </w:rPr>
              <w:t>12% Uzbekistan VAT on total 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equest of claim</w:t>
            </w:r>
          </w:p>
        </w:tc>
        <w:tc>
          <w:tcPr>
            <w:tcW w:w="1265" w:type="dxa"/>
            <w:shd w:val="clear" w:color="auto" w:fill="auto"/>
          </w:tcPr>
          <w:p w14:paraId="5E127E3A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</w:tr>
      <w:tr w:rsidR="001C1029" w:rsidRPr="00757326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</w:tr>
      <w:tr w:rsidR="001C1029" w:rsidRPr="00757326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1C1029" w:rsidRPr="001C1029" w:rsidRDefault="001C1029" w:rsidP="001C1029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1F8D6ADA" w14:textId="1231A95D" w:rsidR="00757326" w:rsidRDefault="00757326">
      <w:pPr>
        <w:rPr>
          <w:sz w:val="20"/>
          <w:szCs w:val="20"/>
          <w:lang w:val="en-US"/>
        </w:rPr>
      </w:pPr>
    </w:p>
    <w:p w14:paraId="163B0112" w14:textId="11F834E0" w:rsidR="00757326" w:rsidRDefault="00757326">
      <w:pPr>
        <w:rPr>
          <w:sz w:val="20"/>
          <w:szCs w:val="2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185"/>
        <w:gridCol w:w="1619"/>
        <w:gridCol w:w="1540"/>
      </w:tblGrid>
      <w:tr w:rsidR="00757326" w:rsidRPr="00EE0595" w14:paraId="7DDCCAF9" w14:textId="77777777" w:rsidTr="00A36024">
        <w:tc>
          <w:tcPr>
            <w:tcW w:w="9344" w:type="dxa"/>
            <w:gridSpan w:val="3"/>
          </w:tcPr>
          <w:p w14:paraId="70A4D06D" w14:textId="01F95C2B" w:rsidR="00757326" w:rsidRPr="00EE0595" w:rsidRDefault="00757326" w:rsidP="00AF7AEE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bookmarkStart w:id="4" w:name="_Hlk168587868"/>
            <w:r w:rsidRPr="00EE059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Turn Around Data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(new for 202</w:t>
            </w:r>
            <w:r w:rsidR="00A3602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757326" w:rsidRPr="00EE0595" w14:paraId="46E6F20E" w14:textId="77777777" w:rsidTr="00A36024">
        <w:tc>
          <w:tcPr>
            <w:tcW w:w="6185" w:type="dxa"/>
          </w:tcPr>
          <w:p w14:paraId="1A63A985" w14:textId="77777777" w:rsidR="00757326" w:rsidRPr="00EE0595" w:rsidRDefault="00757326" w:rsidP="00AF7A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</w:tcPr>
          <w:p w14:paraId="7C6B1EEA" w14:textId="3A4A0AFE" w:rsidR="00757326" w:rsidRPr="00EE0595" w:rsidRDefault="00A36024" w:rsidP="00AF7A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MM-DD-YYYY</w:t>
            </w:r>
          </w:p>
        </w:tc>
        <w:tc>
          <w:tcPr>
            <w:tcW w:w="1540" w:type="dxa"/>
          </w:tcPr>
          <w:p w14:paraId="348E01C7" w14:textId="77777777" w:rsidR="00757326" w:rsidRPr="00EE0595" w:rsidRDefault="00757326" w:rsidP="00AF7A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HH:MM</w:t>
            </w:r>
          </w:p>
        </w:tc>
      </w:tr>
      <w:tr w:rsidR="00A36024" w:rsidRPr="00EE0595" w14:paraId="0A36FF85" w14:textId="77777777" w:rsidTr="00A36024">
        <w:tc>
          <w:tcPr>
            <w:tcW w:w="6185" w:type="dxa"/>
          </w:tcPr>
          <w:p w14:paraId="7726F0B5" w14:textId="54D61DBD" w:rsidR="00A36024" w:rsidRPr="00EE0595" w:rsidRDefault="00A36024" w:rsidP="00AF7A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Repair Order Open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Date/Time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619" w:type="dxa"/>
          </w:tcPr>
          <w:p w14:paraId="2BED3C67" w14:textId="2CB8400B" w:rsidR="00A36024" w:rsidRPr="00EE0595" w:rsidRDefault="00A36024" w:rsidP="00AF7A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07.07.2023</w:t>
            </w:r>
          </w:p>
        </w:tc>
        <w:tc>
          <w:tcPr>
            <w:tcW w:w="1540" w:type="dxa"/>
          </w:tcPr>
          <w:p w14:paraId="4732FD94" w14:textId="77777777" w:rsidR="00A36024" w:rsidRPr="00EE0595" w:rsidRDefault="00A36024" w:rsidP="00AF7A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36024" w:rsidRPr="00EE0595" w14:paraId="1396D439" w14:textId="77777777" w:rsidTr="00A36024">
        <w:tc>
          <w:tcPr>
            <w:tcW w:w="6185" w:type="dxa"/>
          </w:tcPr>
          <w:p w14:paraId="0CE200AF" w14:textId="23D388F2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Last Labor Applied Date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technician finished the repair on site, or finished repair at workshop respectively.) repair at workshop respectively.)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5540E987" w14:textId="5F91A992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30.05.2024</w:t>
            </w:r>
          </w:p>
        </w:tc>
        <w:tc>
          <w:tcPr>
            <w:tcW w:w="1540" w:type="dxa"/>
          </w:tcPr>
          <w:p w14:paraId="364BC379" w14:textId="77777777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36024" w:rsidRPr="00EE0595" w14:paraId="17E18D78" w14:textId="77777777" w:rsidTr="00A36024">
        <w:tc>
          <w:tcPr>
            <w:tcW w:w="6185" w:type="dxa"/>
          </w:tcPr>
          <w:p w14:paraId="0BAAF3E6" w14:textId="68EBF81E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First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Labor Applied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 w:rsidRPr="00431A4E">
              <w:rPr>
                <w:rFonts w:ascii="Arial" w:hAnsi="Arial" w:cs="Arial"/>
                <w:sz w:val="16"/>
                <w:szCs w:val="16"/>
                <w:lang w:val="en-US"/>
              </w:rPr>
              <w:t>technician started to work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on the vehicle/transmission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385B6C56" w14:textId="656E1F16" w:rsidR="00A36024" w:rsidRPr="00EE0595" w:rsidRDefault="000A4258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30.05.2024</w:t>
            </w:r>
          </w:p>
        </w:tc>
        <w:tc>
          <w:tcPr>
            <w:tcW w:w="1540" w:type="dxa"/>
          </w:tcPr>
          <w:p w14:paraId="2657F869" w14:textId="77777777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36024" w:rsidRPr="00EE0595" w14:paraId="531676D7" w14:textId="77777777" w:rsidTr="00A36024">
        <w:tc>
          <w:tcPr>
            <w:tcW w:w="6185" w:type="dxa"/>
          </w:tcPr>
          <w:p w14:paraId="1429AEDC" w14:textId="49BE7421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First Part Ordered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first part for this particular job was ordered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stock,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1E25EA64" w14:textId="6A5C9D3F" w:rsidR="00A36024" w:rsidRPr="00EE0595" w:rsidRDefault="000A4258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08.07.2023</w:t>
            </w:r>
          </w:p>
        </w:tc>
        <w:tc>
          <w:tcPr>
            <w:tcW w:w="1540" w:type="dxa"/>
          </w:tcPr>
          <w:p w14:paraId="2F9DC835" w14:textId="77777777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36024" w:rsidRPr="00EE0595" w14:paraId="5DD4581C" w14:textId="77777777" w:rsidTr="00A36024">
        <w:tc>
          <w:tcPr>
            <w:tcW w:w="6185" w:type="dxa"/>
          </w:tcPr>
          <w:p w14:paraId="7ED7556F" w14:textId="2595B54C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Last Part Arrived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last part for this particular job arrived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25F57BBC" w14:textId="08719236" w:rsidR="00A36024" w:rsidRPr="00EE0595" w:rsidRDefault="000A4258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31.08.2023</w:t>
            </w:r>
          </w:p>
        </w:tc>
        <w:tc>
          <w:tcPr>
            <w:tcW w:w="1540" w:type="dxa"/>
          </w:tcPr>
          <w:p w14:paraId="5598B13D" w14:textId="77777777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36024" w:rsidRPr="00EE0595" w14:paraId="291792C5" w14:textId="77777777" w:rsidTr="00A36024">
        <w:tc>
          <w:tcPr>
            <w:tcW w:w="6185" w:type="dxa"/>
          </w:tcPr>
          <w:p w14:paraId="2775D986" w14:textId="6E366F01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Repair Order Closed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 &amp; time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when all administrative work is finished and 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he repair order file is transferred from Service Manager or Shop Manager to Your Warranty Administration)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6F26BFC5" w14:textId="1A2770E9" w:rsidR="00A36024" w:rsidRPr="00EE0595" w:rsidRDefault="000A4258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01.07.2024</w:t>
            </w:r>
          </w:p>
        </w:tc>
        <w:tc>
          <w:tcPr>
            <w:tcW w:w="1540" w:type="dxa"/>
          </w:tcPr>
          <w:p w14:paraId="3C97DD74" w14:textId="77777777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36024" w:rsidRPr="00EE0595" w14:paraId="4E5681F5" w14:textId="77777777" w:rsidTr="00A36024">
        <w:tc>
          <w:tcPr>
            <w:tcW w:w="6185" w:type="dxa"/>
          </w:tcPr>
          <w:p w14:paraId="7BE05CC0" w14:textId="2210CF4B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Vehicle Arrival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technician </w:t>
            </w:r>
            <w:r w:rsidRPr="00EE05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really arrived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on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site,</w:t>
            </w:r>
            <w:proofErr w:type="gramEnd"/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respectively date &amp; time vehicle/ transmission really arrived at Your workshop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69531D0C" w14:textId="2E180EDD" w:rsidR="00A36024" w:rsidRPr="00EE0595" w:rsidRDefault="000A4258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30.05.2023</w:t>
            </w:r>
          </w:p>
        </w:tc>
        <w:tc>
          <w:tcPr>
            <w:tcW w:w="1540" w:type="dxa"/>
          </w:tcPr>
          <w:p w14:paraId="348E3365" w14:textId="77777777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36024" w:rsidRPr="00EE0595" w14:paraId="0659AA6F" w14:textId="77777777" w:rsidTr="00A36024">
        <w:tc>
          <w:tcPr>
            <w:tcW w:w="6185" w:type="dxa"/>
          </w:tcPr>
          <w:p w14:paraId="7927126A" w14:textId="2A3D5269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Completed Repair, 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Customer Noti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&amp; time the customer was informed that the repair of the transmission is finished and the vehicle can be put back in operation. Usually same as date &amp; time labor was last recorded.)</w:t>
            </w:r>
          </w:p>
        </w:tc>
        <w:tc>
          <w:tcPr>
            <w:tcW w:w="1619" w:type="dxa"/>
          </w:tcPr>
          <w:p w14:paraId="6AFA5BC6" w14:textId="635DC72A" w:rsidR="00A36024" w:rsidRPr="00EE0595" w:rsidRDefault="000A4258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30.05.2024</w:t>
            </w:r>
          </w:p>
        </w:tc>
        <w:tc>
          <w:tcPr>
            <w:tcW w:w="1540" w:type="dxa"/>
          </w:tcPr>
          <w:p w14:paraId="219FB118" w14:textId="77777777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36024" w:rsidRPr="00EE0595" w14:paraId="635C53CE" w14:textId="77777777" w:rsidTr="00A36024">
        <w:tc>
          <w:tcPr>
            <w:tcW w:w="6185" w:type="dxa"/>
          </w:tcPr>
          <w:p w14:paraId="24E0D6DC" w14:textId="0D8F5619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609F6C3E" w14:textId="77777777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0" w:type="dxa"/>
          </w:tcPr>
          <w:p w14:paraId="5F087AD0" w14:textId="77777777" w:rsidR="00A36024" w:rsidRPr="00EE0595" w:rsidRDefault="00A36024" w:rsidP="00A360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bookmarkEnd w:id="4"/>
    </w:tbl>
    <w:p w14:paraId="1966A76C" w14:textId="77777777" w:rsidR="00FB5498" w:rsidRPr="001C1029" w:rsidRDefault="00FB5498">
      <w:pPr>
        <w:rPr>
          <w:sz w:val="20"/>
          <w:szCs w:val="20"/>
          <w:lang w:val="en-US"/>
        </w:rPr>
      </w:pPr>
    </w:p>
    <w:sectPr w:rsidR="00FB5498" w:rsidRPr="001C1029" w:rsidSect="004213B8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8768138">
    <w:abstractNumId w:val="7"/>
  </w:num>
  <w:num w:numId="2" w16cid:durableId="110588228">
    <w:abstractNumId w:val="2"/>
  </w:num>
  <w:num w:numId="3" w16cid:durableId="1309626765">
    <w:abstractNumId w:val="1"/>
  </w:num>
  <w:num w:numId="4" w16cid:durableId="1393846764">
    <w:abstractNumId w:val="0"/>
  </w:num>
  <w:num w:numId="5" w16cid:durableId="1217938122">
    <w:abstractNumId w:val="6"/>
  </w:num>
  <w:num w:numId="6" w16cid:durableId="938370137">
    <w:abstractNumId w:val="3"/>
  </w:num>
  <w:num w:numId="7" w16cid:durableId="1460293594">
    <w:abstractNumId w:val="5"/>
  </w:num>
  <w:num w:numId="8" w16cid:durableId="248735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A4258"/>
    <w:rsid w:val="000B262D"/>
    <w:rsid w:val="000F0775"/>
    <w:rsid w:val="001000BA"/>
    <w:rsid w:val="00146F5A"/>
    <w:rsid w:val="00163C95"/>
    <w:rsid w:val="00175208"/>
    <w:rsid w:val="001B1621"/>
    <w:rsid w:val="001C1029"/>
    <w:rsid w:val="00201DC5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B3568"/>
    <w:rsid w:val="003D79A0"/>
    <w:rsid w:val="003E287E"/>
    <w:rsid w:val="003E73BB"/>
    <w:rsid w:val="00412E81"/>
    <w:rsid w:val="00417466"/>
    <w:rsid w:val="004213B8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D51B9"/>
    <w:rsid w:val="005D7075"/>
    <w:rsid w:val="00611BF8"/>
    <w:rsid w:val="0065737B"/>
    <w:rsid w:val="00667A8E"/>
    <w:rsid w:val="0067162E"/>
    <w:rsid w:val="006858CB"/>
    <w:rsid w:val="006970ED"/>
    <w:rsid w:val="006A12D3"/>
    <w:rsid w:val="006D797D"/>
    <w:rsid w:val="006E07F0"/>
    <w:rsid w:val="00710AD7"/>
    <w:rsid w:val="00715B9A"/>
    <w:rsid w:val="007368B4"/>
    <w:rsid w:val="00744D6A"/>
    <w:rsid w:val="00757326"/>
    <w:rsid w:val="007969C8"/>
    <w:rsid w:val="0080720D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22484"/>
    <w:rsid w:val="009343DA"/>
    <w:rsid w:val="009A23EE"/>
    <w:rsid w:val="009D0D06"/>
    <w:rsid w:val="009D2C37"/>
    <w:rsid w:val="009E40E6"/>
    <w:rsid w:val="00A17456"/>
    <w:rsid w:val="00A36024"/>
    <w:rsid w:val="00A367E0"/>
    <w:rsid w:val="00A41C2D"/>
    <w:rsid w:val="00A4750F"/>
    <w:rsid w:val="00A522C5"/>
    <w:rsid w:val="00A656F9"/>
    <w:rsid w:val="00A663A9"/>
    <w:rsid w:val="00A83BA2"/>
    <w:rsid w:val="00AB4CC6"/>
    <w:rsid w:val="00AD0041"/>
    <w:rsid w:val="00B07C8B"/>
    <w:rsid w:val="00B53A39"/>
    <w:rsid w:val="00B72E22"/>
    <w:rsid w:val="00B808E9"/>
    <w:rsid w:val="00B876A2"/>
    <w:rsid w:val="00B926F6"/>
    <w:rsid w:val="00BB1F03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9D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A1E1F"/>
    <w:rsid w:val="00FB5498"/>
    <w:rsid w:val="00FC0A78"/>
    <w:rsid w:val="00FD034D"/>
    <w:rsid w:val="00FE0430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paragraph" w:styleId="KeinLeerraum">
    <w:name w:val="No Spacing"/>
    <w:uiPriority w:val="1"/>
    <w:qFormat/>
    <w:rsid w:val="009D2C37"/>
    <w:rPr>
      <w:sz w:val="24"/>
      <w:szCs w:val="24"/>
      <w:lang w:eastAsia="ru-RU"/>
    </w:rPr>
  </w:style>
  <w:style w:type="table" w:styleId="Tabellenraster">
    <w:name w:val="Table Grid"/>
    <w:basedOn w:val="NormaleTabelle"/>
    <w:rsid w:val="00757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5ED38-BF3E-4EAD-A69E-87AFBCC6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2</Pages>
  <Words>603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4397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10</cp:revision>
  <dcterms:created xsi:type="dcterms:W3CDTF">2024-02-08T18:25:00Z</dcterms:created>
  <dcterms:modified xsi:type="dcterms:W3CDTF">2024-06-06T15:47:00Z</dcterms:modified>
</cp:coreProperties>
</file>